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39" w:rsidRDefault="00C91339" w:rsidP="00C9133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DRAFT VISION STATEMENTS/ Possibilities-  </w:t>
      </w:r>
    </w:p>
    <w:p w:rsidR="00C91339" w:rsidRDefault="00C91339" w:rsidP="00C91339">
      <w:pPr>
        <w:rPr>
          <w:rFonts w:ascii="Times New Roman" w:hAnsi="Times New Roman"/>
          <w:sz w:val="28"/>
          <w:szCs w:val="28"/>
        </w:rPr>
      </w:pPr>
    </w:p>
    <w:p w:rsidR="00C91339" w:rsidRDefault="00C91339" w:rsidP="00C9133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REACH vision...Respond, Engage, Adapt, and Climb Higher.  </w:t>
      </w:r>
    </w:p>
    <w:p w:rsidR="00C91339" w:rsidRDefault="00C91339" w:rsidP="00C9133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Innovation without boundaries</w:t>
      </w:r>
    </w:p>
    <w:p w:rsidR="00C91339" w:rsidRDefault="00C91339" w:rsidP="00C9133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It is your world. Take control.</w:t>
      </w:r>
    </w:p>
    <w:p w:rsidR="00C91339" w:rsidRDefault="00C91339" w:rsidP="00C9133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Create your Destiny </w:t>
      </w:r>
    </w:p>
    <w:p w:rsidR="00C91339" w:rsidRDefault="00C91339" w:rsidP="00C9133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Design your Future</w:t>
      </w:r>
    </w:p>
    <w:p w:rsidR="00C91339" w:rsidRDefault="00C91339" w:rsidP="00C9133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Excellence is worth the Effort</w:t>
      </w:r>
    </w:p>
    <w:p w:rsidR="00C91339" w:rsidRDefault="00C91339" w:rsidP="00C9133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"/>
        </w:rPr>
        <w:t>All Children. Equal Access to Academic Excellence.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>Providing All Children Equal Access to Academic Excellence.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 xml:space="preserve">Transforming Education Today. 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>Transforming Education Today. Hope for Tomorrow.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>The World is Changing and We're Changing with It.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 xml:space="preserve">Where Opportunities are Available to All Students. 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>Making Lives Better. Preparing for a Brighter Future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>We Make Lives Better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 xml:space="preserve">What Will Your Child Learn Today? 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>Teaming Up with Parents and Students for Academic Excellence</w:t>
      </w:r>
    </w:p>
    <w:p w:rsidR="00C91339" w:rsidRDefault="00C91339" w:rsidP="00C91339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"/>
        </w:rPr>
        <w:t>Children, and Parents: Partners in Academic Excellence</w:t>
      </w:r>
    </w:p>
    <w:p w:rsidR="00C91339" w:rsidRDefault="00C91339" w:rsidP="00C91339">
      <w:pPr>
        <w:pStyle w:val="NormalWeb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DRAFT Mission Statement </w:t>
      </w:r>
    </w:p>
    <w:p w:rsidR="00C91339" w:rsidRDefault="00C91339" w:rsidP="00C91339">
      <w:pPr>
        <w:pStyle w:val="NormalWeb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Safe, nurturing, and engaging environment where students will receive a rigorous and responsive </w:t>
      </w:r>
      <w:r>
        <w:rPr>
          <w:sz w:val="28"/>
          <w:szCs w:val="28"/>
        </w:rPr>
        <w:t>education that will empower them</w:t>
      </w:r>
      <w:r>
        <w:rPr>
          <w:sz w:val="28"/>
          <w:szCs w:val="28"/>
        </w:rPr>
        <w:t xml:space="preserve"> to compete globally.</w:t>
      </w:r>
      <w:proofErr w:type="gramEnd"/>
      <w:r>
        <w:rPr>
          <w:sz w:val="28"/>
          <w:szCs w:val="28"/>
        </w:rPr>
        <w:t xml:space="preserve"> </w:t>
      </w:r>
    </w:p>
    <w:p w:rsidR="00C91339" w:rsidRDefault="00C91339" w:rsidP="00C91339">
      <w:pPr>
        <w:pStyle w:val="NormalWeb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DRAFT BELIEF STATEMENTS </w:t>
      </w:r>
    </w:p>
    <w:p w:rsidR="00C91339" w:rsidRDefault="00C91339" w:rsidP="00C91339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Promote equity in education</w:t>
      </w:r>
    </w:p>
    <w:p w:rsidR="00C91339" w:rsidRDefault="00C91339" w:rsidP="00C91339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Create global learners</w:t>
      </w:r>
      <w:bookmarkStart w:id="0" w:name="_GoBack"/>
      <w:bookmarkEnd w:id="0"/>
    </w:p>
    <w:p w:rsidR="00C91339" w:rsidRDefault="00C91339" w:rsidP="00C91339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Accept our communities diversity </w:t>
      </w:r>
    </w:p>
    <w:p w:rsidR="00C91339" w:rsidRDefault="00C91339" w:rsidP="00C91339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Every student learns and values Education</w:t>
      </w:r>
    </w:p>
    <w:p w:rsidR="00C91339" w:rsidRDefault="00C91339" w:rsidP="00C91339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Know the learner and guide </w:t>
      </w:r>
    </w:p>
    <w:p w:rsidR="00C91339" w:rsidRDefault="00C91339" w:rsidP="00C91339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Foster perseverance toward high standards and success </w:t>
      </w:r>
    </w:p>
    <w:p w:rsidR="009A5B1C" w:rsidRDefault="009A5B1C"/>
    <w:sectPr w:rsidR="009A5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A5BCB"/>
    <w:multiLevelType w:val="hybridMultilevel"/>
    <w:tmpl w:val="67AE19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3F5514D"/>
    <w:multiLevelType w:val="hybridMultilevel"/>
    <w:tmpl w:val="67AE19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39"/>
    <w:rsid w:val="009A5B1C"/>
    <w:rsid w:val="00C9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39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33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9133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39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33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9133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3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C1E62965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Bigger</dc:creator>
  <cp:keywords/>
  <dc:description/>
  <cp:lastModifiedBy>Chris Bigger</cp:lastModifiedBy>
  <cp:revision>1</cp:revision>
  <cp:lastPrinted>2012-09-26T18:05:00Z</cp:lastPrinted>
  <dcterms:created xsi:type="dcterms:W3CDTF">2012-09-26T18:03:00Z</dcterms:created>
  <dcterms:modified xsi:type="dcterms:W3CDTF">2012-09-26T18:05:00Z</dcterms:modified>
</cp:coreProperties>
</file>